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991" w:rsidRPr="00C116C5" w:rsidRDefault="00C47991" w:rsidP="00A8039E">
      <w:pPr>
        <w:jc w:val="center"/>
        <w:rPr>
          <w:b/>
        </w:rPr>
      </w:pPr>
      <w:r w:rsidRPr="00C116C5">
        <w:rPr>
          <w:b/>
        </w:rPr>
        <w:t xml:space="preserve">MODULO 6 - DICHIARAZIONE IN TEMA DI </w:t>
      </w:r>
      <w:r w:rsidRPr="00C116C5">
        <w:rPr>
          <w:b/>
          <w:u w:val="single"/>
        </w:rPr>
        <w:t>INCOMPATIBILITÀ</w:t>
      </w:r>
    </w:p>
    <w:p w:rsidR="00C47991" w:rsidRPr="00C116C5" w:rsidRDefault="00C47991" w:rsidP="004D61C2">
      <w:pPr>
        <w:jc w:val="center"/>
        <w:rPr>
          <w:i/>
        </w:rPr>
      </w:pPr>
      <w:r w:rsidRPr="00C116C5">
        <w:rPr>
          <w:i/>
        </w:rPr>
        <w:t xml:space="preserve">(Rivolto agli organi politici nonché ai dirigenti e posizioni organizzative, al RPCT, </w:t>
      </w:r>
    </w:p>
    <w:p w:rsidR="00C47991" w:rsidRPr="00D86C48" w:rsidRDefault="00C47991" w:rsidP="004D61C2">
      <w:pPr>
        <w:jc w:val="center"/>
        <w:rPr>
          <w:i/>
        </w:rPr>
      </w:pPr>
      <w:r w:rsidRPr="00C116C5">
        <w:rPr>
          <w:i/>
        </w:rPr>
        <w:t>o comunque in ogni caso in cui tale dichiarazione è richiesta dal Piano)</w:t>
      </w:r>
    </w:p>
    <w:p w:rsidR="00C47991" w:rsidRDefault="00C47991" w:rsidP="004D61C2">
      <w:pPr>
        <w:jc w:val="center"/>
        <w:rPr>
          <w:b/>
        </w:rPr>
      </w:pPr>
    </w:p>
    <w:p w:rsidR="00C47991" w:rsidRDefault="00C47991" w:rsidP="00A8039E">
      <w:pPr>
        <w:jc w:val="center"/>
        <w:rPr>
          <w:b/>
        </w:rPr>
      </w:pPr>
    </w:p>
    <w:p w:rsidR="00C47991" w:rsidRDefault="00C47991" w:rsidP="00A8039E">
      <w:pPr>
        <w:jc w:val="center"/>
        <w:rPr>
          <w:b/>
        </w:rPr>
      </w:pPr>
    </w:p>
    <w:p w:rsidR="00C47991" w:rsidRPr="003D26D4" w:rsidRDefault="00C47991" w:rsidP="00A8039E">
      <w:pPr>
        <w:jc w:val="center"/>
        <w:rPr>
          <w:b/>
        </w:rPr>
      </w:pPr>
    </w:p>
    <w:p w:rsidR="00C47991" w:rsidRDefault="00C47991" w:rsidP="00A8039E">
      <w:r>
        <w:t xml:space="preserve"> </w:t>
      </w:r>
    </w:p>
    <w:p w:rsidR="00C47991" w:rsidRDefault="00C47991" w:rsidP="00A8039E">
      <w:r>
        <w:t>Il sottoscritto: ………………………………………………………………………….</w:t>
      </w:r>
    </w:p>
    <w:p w:rsidR="00C47991" w:rsidRDefault="00C47991" w:rsidP="00A8039E"/>
    <w:p w:rsidR="00C47991" w:rsidRDefault="00C47991" w:rsidP="00A8039E">
      <w:r>
        <w:t>Nato a: ………………; il ……………..; in qualità di ………………………………..</w:t>
      </w:r>
    </w:p>
    <w:p w:rsidR="00C47991" w:rsidRDefault="00C47991" w:rsidP="00A8039E"/>
    <w:p w:rsidR="00C47991" w:rsidRDefault="00C47991" w:rsidP="00A8039E">
      <w:r>
        <w:t>Vista la l. n. 190/2012</w:t>
      </w:r>
    </w:p>
    <w:p w:rsidR="00C47991" w:rsidRDefault="00C47991" w:rsidP="00A8039E">
      <w:r>
        <w:t>Visto il d.lgs. n. 39/2013</w:t>
      </w:r>
    </w:p>
    <w:p w:rsidR="00C47991" w:rsidRDefault="00C47991" w:rsidP="00A8039E">
      <w:r>
        <w:t>Visto il d.P.R. n. 445/2000</w:t>
      </w:r>
    </w:p>
    <w:p w:rsidR="00C47991" w:rsidRDefault="00C47991" w:rsidP="00A8039E"/>
    <w:p w:rsidR="00C47991" w:rsidRDefault="00C47991" w:rsidP="00A8039E">
      <w:r>
        <w:t>Consapevole che chiunque rilasci dichiarazioni mendaci è punito ai sensi del codice penale e delle</w:t>
      </w:r>
    </w:p>
    <w:p w:rsidR="00C47991" w:rsidRDefault="00C47991" w:rsidP="00A8039E">
      <w:r>
        <w:t>leggi speciali in materia</w:t>
      </w:r>
    </w:p>
    <w:p w:rsidR="00C47991" w:rsidRDefault="00C47991" w:rsidP="00A8039E"/>
    <w:p w:rsidR="00C47991" w:rsidRDefault="00C47991" w:rsidP="00A8039E"/>
    <w:p w:rsidR="00C47991" w:rsidRDefault="00C47991" w:rsidP="00A8039E"/>
    <w:p w:rsidR="00C47991" w:rsidRPr="003D26D4" w:rsidRDefault="00C47991" w:rsidP="00A8039E">
      <w:pPr>
        <w:jc w:val="center"/>
        <w:rPr>
          <w:b/>
        </w:rPr>
      </w:pPr>
      <w:r w:rsidRPr="003D26D4">
        <w:rPr>
          <w:b/>
        </w:rPr>
        <w:t>DICHIARA</w:t>
      </w:r>
    </w:p>
    <w:p w:rsidR="00C47991" w:rsidRDefault="00C47991" w:rsidP="00A8039E"/>
    <w:p w:rsidR="00C47991" w:rsidRDefault="00C47991" w:rsidP="00A8039E">
      <w:pPr>
        <w:jc w:val="both"/>
      </w:pPr>
      <w:r w:rsidRPr="00C116C5">
        <w:t>Assenza di cause di incompatibilità secondo quanto indicato dal d.lgs. n. 39/2013.</w:t>
      </w:r>
    </w:p>
    <w:p w:rsidR="00C47991" w:rsidRDefault="00C47991" w:rsidP="00A8039E">
      <w:pPr>
        <w:jc w:val="both"/>
      </w:pPr>
    </w:p>
    <w:p w:rsidR="00C47991" w:rsidRDefault="00C47991" w:rsidP="00A8039E">
      <w:pPr>
        <w:jc w:val="both"/>
      </w:pPr>
    </w:p>
    <w:p w:rsidR="00C47991" w:rsidRDefault="00C47991" w:rsidP="00A8039E">
      <w:pPr>
        <w:jc w:val="both"/>
      </w:pPr>
    </w:p>
    <w:p w:rsidR="00C47991" w:rsidRDefault="00C47991" w:rsidP="00A8039E">
      <w:pPr>
        <w:jc w:val="both"/>
      </w:pPr>
    </w:p>
    <w:p w:rsidR="00C47991" w:rsidRDefault="00C47991" w:rsidP="00A8039E">
      <w:pPr>
        <w:jc w:val="both"/>
      </w:pPr>
    </w:p>
    <w:p w:rsidR="00C47991" w:rsidRDefault="00C47991" w:rsidP="00A8039E">
      <w:pPr>
        <w:jc w:val="both"/>
      </w:pPr>
    </w:p>
    <w:p w:rsidR="00C47991" w:rsidRDefault="00C47991" w:rsidP="00A8039E">
      <w:pPr>
        <w:jc w:val="both"/>
      </w:pPr>
    </w:p>
    <w:p w:rsidR="00C47991" w:rsidRDefault="00C47991" w:rsidP="00A8039E">
      <w:pPr>
        <w:jc w:val="both"/>
      </w:pPr>
    </w:p>
    <w:p w:rsidR="00C47991" w:rsidRDefault="00C47991" w:rsidP="00A8039E">
      <w:pPr>
        <w:jc w:val="both"/>
      </w:pPr>
      <w:r>
        <w:t>Luogo e data</w:t>
      </w:r>
    </w:p>
    <w:p w:rsidR="00C47991" w:rsidRDefault="00C47991" w:rsidP="00A8039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C47991" w:rsidRDefault="00C47991" w:rsidP="00A8039E">
      <w:pPr>
        <w:jc w:val="both"/>
      </w:pPr>
    </w:p>
    <w:p w:rsidR="00C47991" w:rsidRDefault="00C47991" w:rsidP="00A8039E">
      <w:pPr>
        <w:jc w:val="both"/>
      </w:pPr>
    </w:p>
    <w:p w:rsidR="00C47991" w:rsidRDefault="00C47991" w:rsidP="00A8039E">
      <w:pPr>
        <w:jc w:val="both"/>
      </w:pPr>
    </w:p>
    <w:p w:rsidR="00C47991" w:rsidRDefault="00C47991" w:rsidP="00A8039E">
      <w:pPr>
        <w:jc w:val="both"/>
      </w:pPr>
    </w:p>
    <w:p w:rsidR="00C47991" w:rsidRDefault="00C47991" w:rsidP="00A8039E">
      <w:pPr>
        <w:jc w:val="both"/>
      </w:pPr>
    </w:p>
    <w:p w:rsidR="00C47991" w:rsidRDefault="00C47991" w:rsidP="00A8039E">
      <w:pPr>
        <w:jc w:val="both"/>
      </w:pPr>
    </w:p>
    <w:p w:rsidR="00C47991" w:rsidRDefault="00C47991" w:rsidP="00A8039E">
      <w:pPr>
        <w:jc w:val="both"/>
      </w:pPr>
    </w:p>
    <w:p w:rsidR="00C47991" w:rsidRDefault="00C47991" w:rsidP="00A8039E">
      <w:pPr>
        <w:jc w:val="both"/>
      </w:pPr>
    </w:p>
    <w:p w:rsidR="00C47991" w:rsidRDefault="00C47991" w:rsidP="00A8039E">
      <w:pPr>
        <w:jc w:val="both"/>
      </w:pPr>
    </w:p>
    <w:p w:rsidR="00C47991" w:rsidRDefault="00C47991" w:rsidP="00A8039E">
      <w:pPr>
        <w:jc w:val="both"/>
      </w:pPr>
    </w:p>
    <w:p w:rsidR="00C47991" w:rsidRDefault="00C47991" w:rsidP="00A8039E">
      <w:pPr>
        <w:jc w:val="both"/>
      </w:pPr>
    </w:p>
    <w:p w:rsidR="00C47991" w:rsidRPr="00F67C7C" w:rsidRDefault="00C47991" w:rsidP="005F78F8">
      <w:pPr>
        <w:pStyle w:val="NormalWeb"/>
        <w:spacing w:before="0" w:beforeAutospacing="0" w:after="0" w:afterAutospacing="0"/>
        <w:jc w:val="both"/>
        <w:rPr>
          <w:i/>
          <w:color w:val="000000"/>
        </w:rPr>
      </w:pPr>
      <w:r w:rsidRPr="00F67C7C">
        <w:rPr>
          <w:b/>
          <w:i/>
          <w:color w:val="000000"/>
        </w:rPr>
        <w:t xml:space="preserve">Si allega: </w:t>
      </w:r>
      <w:r w:rsidRPr="00F67C7C">
        <w:rPr>
          <w:i/>
          <w:color w:val="000000"/>
        </w:rPr>
        <w:t>copia cartacea o scansione digitale del documento di identità.</w:t>
      </w:r>
    </w:p>
    <w:p w:rsidR="00C47991" w:rsidRDefault="00C47991"/>
    <w:sectPr w:rsidR="00C47991" w:rsidSect="009E51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39E"/>
    <w:rsid w:val="00124E59"/>
    <w:rsid w:val="00127D06"/>
    <w:rsid w:val="001376FA"/>
    <w:rsid w:val="001568A0"/>
    <w:rsid w:val="001E786F"/>
    <w:rsid w:val="002548F0"/>
    <w:rsid w:val="003863A5"/>
    <w:rsid w:val="003D26D4"/>
    <w:rsid w:val="00415332"/>
    <w:rsid w:val="004D61C2"/>
    <w:rsid w:val="004D6C41"/>
    <w:rsid w:val="004F1EC7"/>
    <w:rsid w:val="005152A1"/>
    <w:rsid w:val="00571D1B"/>
    <w:rsid w:val="005F78F8"/>
    <w:rsid w:val="006736BA"/>
    <w:rsid w:val="006943D0"/>
    <w:rsid w:val="006E5DE6"/>
    <w:rsid w:val="007F5EEA"/>
    <w:rsid w:val="008001F9"/>
    <w:rsid w:val="00923870"/>
    <w:rsid w:val="009E51A1"/>
    <w:rsid w:val="00A070D9"/>
    <w:rsid w:val="00A159E5"/>
    <w:rsid w:val="00A4095F"/>
    <w:rsid w:val="00A80043"/>
    <w:rsid w:val="00A8039E"/>
    <w:rsid w:val="00AB0D31"/>
    <w:rsid w:val="00AD0318"/>
    <w:rsid w:val="00BE2E7D"/>
    <w:rsid w:val="00C116C5"/>
    <w:rsid w:val="00C472FE"/>
    <w:rsid w:val="00C47991"/>
    <w:rsid w:val="00CC69D3"/>
    <w:rsid w:val="00D47200"/>
    <w:rsid w:val="00D86C48"/>
    <w:rsid w:val="00E75E65"/>
    <w:rsid w:val="00F67C7C"/>
    <w:rsid w:val="00F70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39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803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8039E"/>
    <w:rPr>
      <w:rFonts w:ascii="Tahoma" w:hAnsi="Tahoma" w:cs="Tahoma"/>
      <w:sz w:val="16"/>
      <w:szCs w:val="16"/>
      <w:lang w:eastAsia="it-IT"/>
    </w:rPr>
  </w:style>
  <w:style w:type="character" w:styleId="CommentReference">
    <w:name w:val="annotation reference"/>
    <w:basedOn w:val="DefaultParagraphFont"/>
    <w:uiPriority w:val="99"/>
    <w:semiHidden/>
    <w:rsid w:val="00A8039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8039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8039E"/>
    <w:rPr>
      <w:rFonts w:ascii="Times New Roman" w:hAnsi="Times New Roman" w:cs="Times New Roman"/>
      <w:sz w:val="20"/>
      <w:szCs w:val="20"/>
      <w:lang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803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8039E"/>
    <w:rPr>
      <w:b/>
      <w:bCs/>
    </w:rPr>
  </w:style>
  <w:style w:type="paragraph" w:styleId="NormalWeb">
    <w:name w:val="Normal (Web)"/>
    <w:basedOn w:val="Normal"/>
    <w:uiPriority w:val="99"/>
    <w:rsid w:val="005F78F8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1</Pages>
  <Words>111</Words>
  <Characters>636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-</cp:lastModifiedBy>
  <cp:revision>8</cp:revision>
  <dcterms:created xsi:type="dcterms:W3CDTF">2016-12-06T17:50:00Z</dcterms:created>
  <dcterms:modified xsi:type="dcterms:W3CDTF">2017-05-16T12:03:00Z</dcterms:modified>
</cp:coreProperties>
</file>